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3E9E77FC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D716B7">
        <w:rPr>
          <w:rFonts w:eastAsia="Times New Roman" w:cs="Times New Roman"/>
          <w:lang w:eastAsia="cs-CZ"/>
        </w:rPr>
        <w:t xml:space="preserve">Příloha č. </w:t>
      </w:r>
      <w:r w:rsidR="000D7C46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8" w14:textId="77777777" w:rsidR="00A035EA" w:rsidRPr="00A035EA" w:rsidRDefault="00A035EA" w:rsidP="00287654">
      <w:pPr>
        <w:pStyle w:val="Nadpisp"/>
      </w:pPr>
      <w:r w:rsidRPr="00A035EA">
        <w:t>Čestné prohlášení účastníka</w:t>
      </w:r>
    </w:p>
    <w:p w14:paraId="13B9E0CA" w14:textId="77777777" w:rsidR="00A035EA" w:rsidRPr="00287654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13B9E0CB" w14:textId="42E2FC22" w:rsidR="00A035EA" w:rsidRPr="00A035EA" w:rsidRDefault="00A035EA" w:rsidP="00287654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C" w14:textId="3752F4BB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D" w14:textId="42384D90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E" w14:textId="135B0756" w:rsidR="00A035EA" w:rsidRPr="00A035EA" w:rsidRDefault="00A035EA" w:rsidP="00287654">
      <w:pPr>
        <w:pStyle w:val="Identifikace"/>
      </w:pPr>
      <w:r w:rsidRPr="00A035EA">
        <w:t>Zastoupen</w:t>
      </w:r>
      <w:r w:rsidRPr="00A035EA">
        <w:tab/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07990C02" w14:textId="30BF057F" w:rsidR="000C4CBF" w:rsidRDefault="00A035EA" w:rsidP="00544BE8">
      <w:pPr>
        <w:rPr>
          <w:lang w:eastAsia="cs-CZ"/>
        </w:rPr>
      </w:pPr>
      <w:r w:rsidRPr="00287654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Pr="001708F9">
        <w:rPr>
          <w:lang w:eastAsia="cs-CZ"/>
        </w:rPr>
        <w:t xml:space="preserve">nabídku na </w:t>
      </w:r>
      <w:r w:rsidR="001708F9" w:rsidRPr="00D91E92">
        <w:rPr>
          <w:lang w:eastAsia="cs-CZ"/>
        </w:rPr>
        <w:t>na</w:t>
      </w:r>
      <w:r w:rsidR="006D392E" w:rsidRPr="00D91E92">
        <w:rPr>
          <w:lang w:eastAsia="cs-CZ"/>
        </w:rPr>
        <w:t>dlimitní sektorovou veřejnou</w:t>
      </w:r>
      <w:r w:rsidR="006D392E" w:rsidRPr="001708F9">
        <w:rPr>
          <w:lang w:eastAsia="cs-CZ"/>
        </w:rPr>
        <w:t xml:space="preserve"> zakázku s názvem</w:t>
      </w:r>
      <w:r w:rsidR="006D392E" w:rsidRPr="00D716B7">
        <w:rPr>
          <w:lang w:eastAsia="cs-CZ"/>
        </w:rPr>
        <w:t xml:space="preserve"> </w:t>
      </w:r>
      <w:bookmarkStart w:id="1" w:name="_Toc403053768"/>
      <w:r w:rsidR="006D392E" w:rsidRPr="00D716B7">
        <w:rPr>
          <w:lang w:eastAsia="cs-CZ"/>
        </w:rPr>
        <w:t>„</w:t>
      </w:r>
      <w:bookmarkEnd w:id="1"/>
      <w:r w:rsidR="00D91E92">
        <w:rPr>
          <w:rStyle w:val="tun"/>
          <w:rFonts w:eastAsiaTheme="minorHAnsi"/>
        </w:rPr>
        <w:t xml:space="preserve">Dlažby a </w:t>
      </w:r>
      <w:proofErr w:type="gramStart"/>
      <w:r w:rsidR="00D91E92">
        <w:rPr>
          <w:rStyle w:val="tun"/>
          <w:rFonts w:eastAsiaTheme="minorHAnsi"/>
        </w:rPr>
        <w:t>obklady</w:t>
      </w:r>
      <w:r w:rsidR="006D392E" w:rsidRPr="00D716B7">
        <w:rPr>
          <w:lang w:eastAsia="cs-CZ"/>
        </w:rPr>
        <w:t xml:space="preserve">“, </w:t>
      </w:r>
      <w:r w:rsidRPr="00A035EA">
        <w:rPr>
          <w:lang w:eastAsia="cs-CZ"/>
        </w:rPr>
        <w:t xml:space="preserve"> tímto</w:t>
      </w:r>
      <w:proofErr w:type="gramEnd"/>
      <w:r w:rsidRPr="00A035EA">
        <w:rPr>
          <w:lang w:eastAsia="cs-CZ"/>
        </w:rPr>
        <w:t xml:space="preserve"> čestně prohlašuje, že</w:t>
      </w:r>
      <w:r w:rsidR="000C4CBF">
        <w:rPr>
          <w:lang w:eastAsia="cs-CZ"/>
        </w:rPr>
        <w:t>:</w:t>
      </w:r>
    </w:p>
    <w:p w14:paraId="78355D10" w14:textId="34C998C1" w:rsidR="008E588E" w:rsidRDefault="00A035EA" w:rsidP="00287654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287654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A75BE52" w:rsidR="001708F9" w:rsidRDefault="001708F9" w:rsidP="00287654">
      <w:pPr>
        <w:pStyle w:val="Mstoadatum"/>
      </w:pPr>
      <w:r>
        <w:t xml:space="preserve">V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  <w:r>
        <w:t xml:space="preserve"> dne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28765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5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2AD70B" w14:textId="77777777" w:rsidR="002A3B22" w:rsidRDefault="002A3B22" w:rsidP="00962258">
      <w:pPr>
        <w:spacing w:after="0" w:line="240" w:lineRule="auto"/>
      </w:pPr>
      <w:r>
        <w:separator/>
      </w:r>
    </w:p>
  </w:endnote>
  <w:endnote w:type="continuationSeparator" w:id="0">
    <w:p w14:paraId="3657AAFF" w14:textId="77777777" w:rsidR="002A3B22" w:rsidRDefault="002A3B2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52E00C4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658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9EB739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D544AD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24F1CF0" w:rsidR="003813B7" w:rsidRPr="00B8518B" w:rsidRDefault="003813B7" w:rsidP="0028765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1658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287654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875A2C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192974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3F4209" w14:textId="77777777" w:rsidR="002A3B22" w:rsidRDefault="002A3B22" w:rsidP="00962258">
      <w:pPr>
        <w:spacing w:after="0" w:line="240" w:lineRule="auto"/>
      </w:pPr>
      <w:r>
        <w:separator/>
      </w:r>
    </w:p>
  </w:footnote>
  <w:footnote w:type="continuationSeparator" w:id="0">
    <w:p w14:paraId="10F70AF2" w14:textId="77777777" w:rsidR="002A3B22" w:rsidRDefault="002A3B2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287654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2803625" name="Obrázek 282803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D3"/>
    <w:rsid w:val="00011603"/>
    <w:rsid w:val="00072C1E"/>
    <w:rsid w:val="000C4CBF"/>
    <w:rsid w:val="000D7C46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87654"/>
    <w:rsid w:val="002A3B22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36B7"/>
    <w:rsid w:val="00575E5A"/>
    <w:rsid w:val="005A1D7F"/>
    <w:rsid w:val="005F1404"/>
    <w:rsid w:val="0061068E"/>
    <w:rsid w:val="0062488D"/>
    <w:rsid w:val="00660AD3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588E"/>
    <w:rsid w:val="008F18D6"/>
    <w:rsid w:val="00904780"/>
    <w:rsid w:val="00922385"/>
    <w:rsid w:val="009223DF"/>
    <w:rsid w:val="00923DE9"/>
    <w:rsid w:val="00936091"/>
    <w:rsid w:val="00940D8A"/>
    <w:rsid w:val="009468F0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63AA3"/>
    <w:rsid w:val="00B75EE1"/>
    <w:rsid w:val="00B77481"/>
    <w:rsid w:val="00B8518B"/>
    <w:rsid w:val="00BA0EFC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91E92"/>
    <w:rsid w:val="00DC75F3"/>
    <w:rsid w:val="00DD46F3"/>
    <w:rsid w:val="00DE56F2"/>
    <w:rsid w:val="00DF116D"/>
    <w:rsid w:val="00E2278C"/>
    <w:rsid w:val="00E706BB"/>
    <w:rsid w:val="00EB104F"/>
    <w:rsid w:val="00ED14BD"/>
    <w:rsid w:val="00ED1EE2"/>
    <w:rsid w:val="00F0533E"/>
    <w:rsid w:val="00F1048D"/>
    <w:rsid w:val="00F12DEC"/>
    <w:rsid w:val="00F16586"/>
    <w:rsid w:val="00F1715C"/>
    <w:rsid w:val="00F310F8"/>
    <w:rsid w:val="00F324E3"/>
    <w:rsid w:val="00F35939"/>
    <w:rsid w:val="00F45607"/>
    <w:rsid w:val="00F5558F"/>
    <w:rsid w:val="00F659EB"/>
    <w:rsid w:val="00F83CEA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BA0EFC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BA0E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BA0E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BA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26A7F-935C-423D-A1C5-32717C268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F2FABE-D964-49A9-B82D-806BC30F1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138</Words>
  <Characters>818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Smeták Stanislav</cp:lastModifiedBy>
  <cp:revision>3</cp:revision>
  <cp:lastPrinted>2024-09-11T09:30:00Z</cp:lastPrinted>
  <dcterms:created xsi:type="dcterms:W3CDTF">2024-09-11T09:29:00Z</dcterms:created>
  <dcterms:modified xsi:type="dcterms:W3CDTF">2024-09-11T09:30:00Z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